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D9E2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3ED9A9A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F4EDAFD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4F33FBE5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p w14:paraId="18534DD2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</w:instrText>
      </w:r>
      <w:r w:rsidR="00843561" w:rsidRPr="00003CD2">
        <w:rPr>
          <w:rFonts w:ascii="Arial" w:hAnsi="Arial" w:cs="Arial"/>
          <w:sz w:val="20"/>
          <w:lang w:val="en-GB"/>
        </w:rPr>
        <w:instrText>me</w:instrText>
      </w:r>
      <w:r w:rsidRPr="00003CD2">
        <w:rPr>
          <w:rFonts w:ascii="Arial" w:hAnsi="Arial" w:cs="Arial"/>
          <w:sz w:val="20"/>
          <w:lang w:val="en-GB"/>
        </w:rPr>
        <w:instrText>/ad</w:instrText>
      </w:r>
      <w:r w:rsidR="00843561" w:rsidRPr="00003CD2">
        <w:rPr>
          <w:rFonts w:ascii="Arial" w:hAnsi="Arial" w:cs="Arial"/>
          <w:sz w:val="20"/>
          <w:lang w:val="en-GB"/>
        </w:rPr>
        <w:instrText>d</w:instrText>
      </w:r>
      <w:r w:rsidRPr="00003CD2">
        <w:rPr>
          <w:rFonts w:ascii="Arial" w:hAnsi="Arial" w:cs="Arial"/>
          <w:sz w:val="20"/>
          <w:lang w:val="en-GB"/>
        </w:rPr>
        <w:instrText xml:space="preserve">ress, </w:instrText>
      </w:r>
      <w:r w:rsidR="00843561" w:rsidRPr="00003CD2">
        <w:rPr>
          <w:rFonts w:ascii="Arial" w:hAnsi="Arial" w:cs="Arial"/>
          <w:sz w:val="20"/>
          <w:lang w:val="en-GB"/>
        </w:rPr>
        <w:instrText>then</w:instrText>
      </w:r>
      <w:r w:rsidRPr="00003CD2">
        <w:rPr>
          <w:rFonts w:ascii="Arial" w:hAnsi="Arial" w:cs="Arial"/>
          <w:sz w:val="20"/>
          <w:lang w:val="en-GB"/>
        </w:rPr>
        <w:instrText xml:space="preserve">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0"/>
      <w:bookmarkEnd w:id="1"/>
    </w:p>
    <w:p w14:paraId="4EDD2BA8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5E0B8FB" w14:textId="77777777" w:rsidR="00844784" w:rsidRPr="00DD4865" w:rsidRDefault="00844784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="00CD5B5B" w:rsidRPr="00003CD2">
        <w:rPr>
          <w:rFonts w:ascii="Arial" w:hAnsi="Arial"/>
          <w:sz w:val="20"/>
          <w:lang w:val="en-GB"/>
        </w:rPr>
        <w:fldChar w:fldCharType="begin"/>
      </w:r>
      <w:r w:rsidR="00CD5B5B"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="00CD5B5B" w:rsidRPr="00003CD2">
        <w:rPr>
          <w:rFonts w:ascii="Arial" w:hAnsi="Arial"/>
          <w:sz w:val="20"/>
          <w:lang w:val="en-GB"/>
        </w:rPr>
        <w:fldChar w:fldCharType="separate"/>
      </w:r>
      <w:r w:rsidR="007707D3">
        <w:rPr>
          <w:rFonts w:ascii="Arial" w:hAnsi="Arial"/>
          <w:noProof/>
          <w:sz w:val="20"/>
          <w:lang w:val="en-GB"/>
        </w:rPr>
        <w:t>25 September 2024</w:t>
      </w:r>
      <w:r w:rsidR="00CD5B5B" w:rsidRPr="00003CD2">
        <w:rPr>
          <w:rFonts w:ascii="Arial" w:hAnsi="Arial"/>
          <w:sz w:val="20"/>
          <w:lang w:val="en-GB"/>
        </w:rPr>
        <w:fldChar w:fldCharType="end"/>
      </w:r>
    </w:p>
    <w:p w14:paraId="69252CB4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230E615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38F794A9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D0EF9DB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293ED99" w14:textId="77777777" w:rsidR="00AF2AA3" w:rsidRPr="00DD4865" w:rsidRDefault="00AF2AA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00ED269" w14:textId="77777777" w:rsidR="00AF2AA3" w:rsidRPr="00DD4865" w:rsidRDefault="00AF2AA3">
      <w:pPr>
        <w:spacing w:line="252" w:lineRule="exact"/>
        <w:ind w:right="282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>Dear Sirs,</w:t>
      </w:r>
    </w:p>
    <w:p w14:paraId="63AAD917" w14:textId="77777777" w:rsidR="00844784" w:rsidRPr="00DD4865" w:rsidRDefault="00844784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2C57241E" w14:textId="77777777" w:rsidR="00844784" w:rsidRPr="00003CD2" w:rsidRDefault="00844784" w:rsidP="00843561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</w:instrText>
      </w:r>
      <w:r w:rsidR="00843561" w:rsidRPr="00003CD2">
        <w:rPr>
          <w:rFonts w:ascii="Arial" w:hAnsi="Arial"/>
          <w:b/>
          <w:bCs/>
          <w:lang w:val="en-GB"/>
        </w:rPr>
        <w:instrText>Heading</w:instrText>
      </w:r>
      <w:r w:rsidRPr="00003CD2">
        <w:rPr>
          <w:rFonts w:ascii="Arial" w:hAnsi="Arial"/>
          <w:b/>
          <w:bCs/>
          <w:lang w:val="en-GB"/>
        </w:rPr>
        <w:instrText>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261167CB" w14:textId="77777777" w:rsidR="00844784" w:rsidRPr="00003CD2" w:rsidRDefault="00844784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04C7A8DF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</w:instrText>
      </w:r>
      <w:r w:rsidR="00843561" w:rsidRPr="00003CD2">
        <w:rPr>
          <w:rFonts w:ascii="Arial" w:hAnsi="Arial"/>
          <w:sz w:val="20"/>
          <w:szCs w:val="24"/>
          <w:lang w:val="en-GB"/>
        </w:rPr>
        <w:instrText>x</w:instrText>
      </w:r>
      <w:r w:rsidRPr="00003CD2">
        <w:rPr>
          <w:rFonts w:ascii="Arial" w:hAnsi="Arial"/>
          <w:sz w:val="20"/>
          <w:szCs w:val="24"/>
          <w:lang w:val="en-GB"/>
        </w:rPr>
        <w:instrText>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7AA6297B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539255E8" w14:textId="77777777" w:rsidR="00843561" w:rsidRPr="00003CD2" w:rsidRDefault="00843561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FF699CC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 w:rsidR="00713862"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6CB98C97" wp14:editId="255360A9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F4A23" w14:textId="77777777" w:rsidR="00880AFB" w:rsidRDefault="00880AFB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98C9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104F4A23" w14:textId="77777777" w:rsidR="00880AFB" w:rsidRDefault="00880AFB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2276EBE5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 w:rsidR="001F0B65">
        <w:rPr>
          <w:rFonts w:ascii="Arial" w:hAnsi="Arial"/>
          <w:sz w:val="20"/>
          <w:lang w:val="en-GB"/>
        </w:rPr>
        <w:t xml:space="preserve">AUTOLINERS </w:t>
      </w:r>
      <w:r w:rsidRPr="00003CD2">
        <w:rPr>
          <w:rFonts w:ascii="Arial" w:hAnsi="Arial"/>
          <w:sz w:val="20"/>
          <w:lang w:val="en-GB"/>
        </w:rPr>
        <w:t>AS</w:t>
      </w:r>
    </w:p>
    <w:p w14:paraId="4744804A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9FA7764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8C30F5F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3E317366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0A24D943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2AFA493" w14:textId="77777777" w:rsidR="00844784" w:rsidRPr="00003CD2" w:rsidRDefault="00844784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67496EF2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7322810" w14:textId="77777777" w:rsidR="0084795C" w:rsidRDefault="0084795C" w:rsidP="006B4666">
      <w:pPr>
        <w:rPr>
          <w:rFonts w:ascii="Arial" w:hAnsi="Arial"/>
          <w:sz w:val="20"/>
          <w:lang w:val="en-GB"/>
        </w:rPr>
      </w:pPr>
    </w:p>
    <w:p w14:paraId="2A37A1BD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3344A4C8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6B724D51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1B0D1344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5FA8CE79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6A05EFB1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00C93D2F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433CEC6C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1346B57E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1AAD61F1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089312C0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0D430C12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6032CA7B" w14:textId="77777777" w:rsidR="00D4600B" w:rsidRPr="00D4600B" w:rsidRDefault="00D4600B" w:rsidP="00D4600B">
      <w:pPr>
        <w:rPr>
          <w:rFonts w:ascii="Arial" w:hAnsi="Arial"/>
          <w:sz w:val="20"/>
          <w:lang w:val="en-GB"/>
        </w:rPr>
      </w:pPr>
    </w:p>
    <w:p w14:paraId="178EB684" w14:textId="77777777" w:rsidR="00D4600B" w:rsidRDefault="00D4600B" w:rsidP="00D4600B">
      <w:pPr>
        <w:rPr>
          <w:rFonts w:ascii="Arial" w:hAnsi="Arial"/>
          <w:sz w:val="20"/>
          <w:lang w:val="en-GB"/>
        </w:rPr>
      </w:pPr>
    </w:p>
    <w:p w14:paraId="58FC93A8" w14:textId="77777777" w:rsidR="00D4600B" w:rsidRPr="00D4600B" w:rsidRDefault="00D4600B" w:rsidP="00D4600B">
      <w:pPr>
        <w:tabs>
          <w:tab w:val="left" w:pos="4211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4600B" w:rsidRPr="00D4600B" w:rsidSect="00052E1C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72C9" w14:textId="77777777" w:rsidR="00DA67F0" w:rsidRDefault="00DA67F0">
      <w:r>
        <w:separator/>
      </w:r>
    </w:p>
  </w:endnote>
  <w:endnote w:type="continuationSeparator" w:id="0">
    <w:p w14:paraId="2FEEBEA4" w14:textId="77777777" w:rsidR="00DA67F0" w:rsidRDefault="00DA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C4E6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17A88A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22D8E6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17E7ADAC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0E9309F7" w14:textId="77777777" w:rsidTr="00DD08B0">
      <w:tc>
        <w:tcPr>
          <w:tcW w:w="9344" w:type="dxa"/>
        </w:tcPr>
        <w:p w14:paraId="294016A1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8C2595">
            <w:rPr>
              <w:rFonts w:ascii="Arial" w:hAnsi="Arial"/>
              <w:color w:val="000000" w:themeColor="text1"/>
              <w:sz w:val="15"/>
              <w:lang w:val="en-GB"/>
            </w:rPr>
            <w:t>933 099 628</w:t>
          </w:r>
        </w:p>
        <w:p w14:paraId="1AB0E021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9F1F025" w14:textId="77777777" w:rsidR="00963553" w:rsidRPr="00052E1C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A0169" w14:textId="77777777" w:rsidR="00DA67F0" w:rsidRDefault="00DA67F0">
      <w:r>
        <w:separator/>
      </w:r>
    </w:p>
  </w:footnote>
  <w:footnote w:type="continuationSeparator" w:id="0">
    <w:p w14:paraId="18471892" w14:textId="77777777" w:rsidR="00DA67F0" w:rsidRDefault="00DA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32A2" w14:textId="77777777" w:rsidR="00880AFB" w:rsidRDefault="00D4600B" w:rsidP="00D4600B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DA11FFD" wp14:editId="3955168F">
          <wp:extent cx="1495468" cy="758445"/>
          <wp:effectExtent l="0" t="0" r="0" b="0"/>
          <wp:docPr id="13940975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368" cy="781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D3"/>
    <w:rsid w:val="00003CD2"/>
    <w:rsid w:val="00007139"/>
    <w:rsid w:val="0003771C"/>
    <w:rsid w:val="00052E1C"/>
    <w:rsid w:val="000B673C"/>
    <w:rsid w:val="000D5FFC"/>
    <w:rsid w:val="0010752A"/>
    <w:rsid w:val="0016241D"/>
    <w:rsid w:val="00177D3F"/>
    <w:rsid w:val="001D7457"/>
    <w:rsid w:val="001F0B65"/>
    <w:rsid w:val="002B1028"/>
    <w:rsid w:val="002D09DB"/>
    <w:rsid w:val="002E3E16"/>
    <w:rsid w:val="00394B3A"/>
    <w:rsid w:val="00417BD9"/>
    <w:rsid w:val="00464D15"/>
    <w:rsid w:val="004E208D"/>
    <w:rsid w:val="00521C9B"/>
    <w:rsid w:val="005C0717"/>
    <w:rsid w:val="00604AE4"/>
    <w:rsid w:val="00692D8E"/>
    <w:rsid w:val="006B4666"/>
    <w:rsid w:val="00713862"/>
    <w:rsid w:val="007707D3"/>
    <w:rsid w:val="007D46F5"/>
    <w:rsid w:val="007D490C"/>
    <w:rsid w:val="007D4C00"/>
    <w:rsid w:val="00805467"/>
    <w:rsid w:val="00843561"/>
    <w:rsid w:val="00844784"/>
    <w:rsid w:val="0084795C"/>
    <w:rsid w:val="00847A88"/>
    <w:rsid w:val="00852BD7"/>
    <w:rsid w:val="00880AFB"/>
    <w:rsid w:val="00896C03"/>
    <w:rsid w:val="008C2595"/>
    <w:rsid w:val="00944813"/>
    <w:rsid w:val="00951A9E"/>
    <w:rsid w:val="00963553"/>
    <w:rsid w:val="0099399B"/>
    <w:rsid w:val="009965CB"/>
    <w:rsid w:val="00A35C58"/>
    <w:rsid w:val="00AC6A02"/>
    <w:rsid w:val="00AF2AA3"/>
    <w:rsid w:val="00B638C8"/>
    <w:rsid w:val="00BE0B0E"/>
    <w:rsid w:val="00BE1D60"/>
    <w:rsid w:val="00C07DC4"/>
    <w:rsid w:val="00C919F9"/>
    <w:rsid w:val="00CD5B5B"/>
    <w:rsid w:val="00CF4629"/>
    <w:rsid w:val="00D14AD9"/>
    <w:rsid w:val="00D4600B"/>
    <w:rsid w:val="00D62137"/>
    <w:rsid w:val="00DA1D3F"/>
    <w:rsid w:val="00DA67F0"/>
    <w:rsid w:val="00DB2F3A"/>
    <w:rsid w:val="00DD08B0"/>
    <w:rsid w:val="00DD4865"/>
    <w:rsid w:val="00E31DF5"/>
    <w:rsid w:val="00E31FDF"/>
    <w:rsid w:val="00E51915"/>
    <w:rsid w:val="00F20E06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D15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-%20Oslo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- Oslo_EN_R02.dotx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2024-09-25T00:52:00Z</dcterms:created>
  <dcterms:modified xsi:type="dcterms:W3CDTF">2024-09-25T00:55:00Z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